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35CB0">
      <w:pPr>
        <w:pStyle w:val="NormalWeb"/>
        <w:jc w:val="center"/>
        <w:divId w:val="1161118582"/>
        <w:rPr>
          <w:b/>
          <w:sz w:val="44"/>
          <w:szCs w:val="44"/>
        </w:rPr>
      </w:pPr>
      <w:r>
        <w:rPr>
          <w:b/>
          <w:sz w:val="44"/>
          <w:szCs w:val="44"/>
        </w:rPr>
        <w:t>Animal Project Checklist</w:t>
      </w:r>
    </w:p>
    <w:p w:rsidR="00000000" w:rsidRDefault="00435CB0">
      <w:pPr>
        <w:pStyle w:val="NormalWeb"/>
        <w:divId w:val="116111858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Teacher   Student   Peer  </w:t>
      </w:r>
    </w:p>
    <w:p w:rsidR="00000000" w:rsidRDefault="00435CB0">
      <w:pPr>
        <w:pStyle w:val="NormalWeb"/>
        <w:divId w:val="116111858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Name:_____________________ </w:t>
      </w:r>
    </w:p>
    <w:tbl>
      <w:tblPr>
        <w:tblW w:w="134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6635"/>
        <w:gridCol w:w="1326"/>
        <w:gridCol w:w="1137"/>
        <w:gridCol w:w="1072"/>
        <w:gridCol w:w="3322"/>
      </w:tblGrid>
      <w:tr w:rsidR="00000000">
        <w:trPr>
          <w:divId w:val="119614722"/>
          <w:tblHeader/>
        </w:trPr>
        <w:tc>
          <w:tcPr>
            <w:tcW w:w="6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948851109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1113473675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Consistent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1846019745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Sometimes</w:t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1236864579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Rarely/</w:t>
            </w:r>
            <w:r>
              <w:rPr>
                <w:rFonts w:eastAsia="Times New Roman"/>
                <w:b/>
                <w:bCs/>
              </w:rPr>
              <w:br/>
              <w:t>Never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970669925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Comments </w:t>
            </w:r>
          </w:p>
        </w:tc>
      </w:tr>
      <w:tr w:rsidR="00000000">
        <w:trPr>
          <w:divId w:val="119614722"/>
        </w:trPr>
        <w:tc>
          <w:tcPr>
            <w:tcW w:w="6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divId w:val="445663667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Content: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Each part of my brochure says something important, interesting, insightful, or original about my animal.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5" name="Picture 45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4" name="Picture 44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3" name="Picture 43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119669896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19614722"/>
        </w:trPr>
        <w:tc>
          <w:tcPr>
            <w:tcW w:w="6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divId w:val="104079559"/>
              <w:rPr>
                <w:rFonts w:eastAsia="Times New Roman"/>
              </w:rPr>
            </w:pPr>
            <w:r>
              <w:rPr>
                <w:rFonts w:eastAsia="Times New Roman"/>
              </w:rPr>
              <w:t>Writing: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All the parts of my brochure are written in an appropriate style.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2" name="Picture 42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1" name="Picture 41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0" name="Picture 40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36683287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19614722"/>
        </w:trPr>
        <w:tc>
          <w:tcPr>
            <w:tcW w:w="6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divId w:val="1564490384"/>
              <w:rPr>
                <w:rFonts w:eastAsia="Times New Roman"/>
              </w:rPr>
            </w:pPr>
            <w:r>
              <w:rPr>
                <w:rFonts w:eastAsia="Times New Roman"/>
              </w:rPr>
              <w:t>I use powerful, interesting language in a</w:t>
            </w:r>
            <w:r>
              <w:rPr>
                <w:rFonts w:eastAsia="Times New Roman"/>
              </w:rPr>
              <w:t>ll parts of my brochure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9" name="Picture 39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8" name="Picture 38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7" name="Picture 37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94249354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19614722"/>
        </w:trPr>
        <w:tc>
          <w:tcPr>
            <w:tcW w:w="6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divId w:val="181166901"/>
              <w:rPr>
                <w:rFonts w:eastAsia="Times New Roman"/>
              </w:rPr>
            </w:pPr>
            <w:r>
              <w:rPr>
                <w:rFonts w:eastAsia="Times New Roman"/>
              </w:rPr>
              <w:t>I consider what my audience would like to know about my topic and try to answer their questions.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6" name="Picture 36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5" name="Picture 35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4" name="Picture 34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2144374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19614722"/>
        </w:trPr>
        <w:tc>
          <w:tcPr>
            <w:tcW w:w="6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divId w:val="313141368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Organization: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My brochure has a title that reflects the brochure’s purpose and content.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3" name="Picture 33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2" name="Picture 32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1" name="Picture 31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66134785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19614722"/>
        </w:trPr>
        <w:tc>
          <w:tcPr>
            <w:tcW w:w="6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divId w:val="1911889071"/>
              <w:rPr>
                <w:rFonts w:eastAsia="Times New Roman"/>
              </w:rPr>
            </w:pPr>
            <w:r>
              <w:rPr>
                <w:rFonts w:eastAsia="Times New Roman"/>
              </w:rPr>
              <w:t>My brochure has a theme that ties all the contents together.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0" name="Picture 30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9" name="Picture 29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8" name="Picture 28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172197764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19614722"/>
        </w:trPr>
        <w:tc>
          <w:tcPr>
            <w:tcW w:w="6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divId w:val="1554269012"/>
              <w:rPr>
                <w:rFonts w:eastAsia="Times New Roman"/>
              </w:rPr>
            </w:pPr>
            <w:r>
              <w:rPr>
                <w:rFonts w:eastAsia="Times New Roman"/>
              </w:rPr>
              <w:t>All of the parts of my brochure relate to the theme.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7" name="Picture 27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6" name="Picture 26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5" name="Picture 25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7524973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19614722"/>
        </w:trPr>
        <w:tc>
          <w:tcPr>
            <w:tcW w:w="6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divId w:val="190834456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The parts of my brochure are arranged so </w:t>
            </w:r>
            <w:r>
              <w:rPr>
                <w:rFonts w:eastAsia="Times New Roman"/>
              </w:rPr>
              <w:t>my readers can find what they are looking for.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4" name="Picture 24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3" name="Picture 23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2" name="Picture 22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184648063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19614722"/>
        </w:trPr>
        <w:tc>
          <w:tcPr>
            <w:tcW w:w="6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divId w:val="1021473818"/>
              <w:rPr>
                <w:rFonts w:eastAsia="Times New Roman"/>
              </w:rPr>
            </w:pPr>
            <w:r>
              <w:rPr>
                <w:rFonts w:eastAsia="Times New Roman"/>
              </w:rPr>
              <w:t>I proofread my brochure for spelling.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1" name="Picture 21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0" name="Picture 20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9" name="Picture 19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85153026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19614722"/>
        </w:trPr>
        <w:tc>
          <w:tcPr>
            <w:tcW w:w="6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divId w:val="1248733659"/>
              <w:rPr>
                <w:rFonts w:eastAsia="Times New Roman"/>
              </w:rPr>
            </w:pPr>
            <w:r>
              <w:rPr>
                <w:rFonts w:eastAsia="Times New Roman"/>
              </w:rPr>
              <w:t>I proofread my brochure for capitalization.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8" name="Picture 18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7" name="Picture 17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6" name="Picture 16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113248418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19614722"/>
        </w:trPr>
        <w:tc>
          <w:tcPr>
            <w:tcW w:w="6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divId w:val="1084301192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Conventions: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I proofread my brochure for punctuation.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5" name="Picture 15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4" name="Picture 14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3" name="Picture 13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75170153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19614722"/>
        </w:trPr>
        <w:tc>
          <w:tcPr>
            <w:tcW w:w="6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divId w:val="2058970679"/>
              <w:rPr>
                <w:rFonts w:eastAsia="Times New Roman"/>
              </w:rPr>
            </w:pPr>
            <w:r>
              <w:rPr>
                <w:rFonts w:eastAsia="Times New Roman"/>
              </w:rPr>
              <w:t>I proofread my brochure for proper sentence structure.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2" name="Picture 12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1" name="Picture 11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0" name="Picture 10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200982052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19614722"/>
        </w:trPr>
        <w:tc>
          <w:tcPr>
            <w:tcW w:w="6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divId w:val="2030637812"/>
              <w:rPr>
                <w:rFonts w:eastAsia="Times New Roman"/>
              </w:rPr>
            </w:pPr>
            <w:r>
              <w:rPr>
                <w:rFonts w:eastAsia="Times New Roman"/>
              </w:rPr>
              <w:t>Appearance: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I use space appropriately and effectively in my brochure.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9" name="Picture 9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8" name="Picture 8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" name="Picture 7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89026263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19614722"/>
        </w:trPr>
        <w:tc>
          <w:tcPr>
            <w:tcW w:w="6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divId w:val="670060830"/>
              <w:rPr>
                <w:rFonts w:eastAsia="Times New Roman"/>
              </w:rPr>
            </w:pPr>
            <w:r>
              <w:rPr>
                <w:rFonts w:eastAsia="Times New Roman"/>
              </w:rPr>
              <w:t>The graphics or illustrations in my brochure enhance the information.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" name="Picture 6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" name="Picture 5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" name="Picture 4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10311401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19614722"/>
        </w:trPr>
        <w:tc>
          <w:tcPr>
            <w:tcW w:w="6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divId w:val="128518460"/>
              <w:rPr>
                <w:rFonts w:eastAsia="Times New Roman"/>
              </w:rPr>
            </w:pPr>
            <w:r>
              <w:rPr>
                <w:rFonts w:eastAsia="Times New Roman"/>
              </w:rPr>
              <w:t>My brochure has a good balance of text and graphics.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" name="Picture 3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" name="Picture 2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" name="Picture 1" descr="C:\DOCUME~1\KErdmann\LOCALS~1\Temp\fcctemp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~1\KErdmann\LOCALS~1\Temp\fcctemp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35CB0">
            <w:pPr>
              <w:jc w:val="center"/>
              <w:divId w:val="113606968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000000" w:rsidRDefault="00435CB0">
      <w:pPr>
        <w:divId w:val="119614722"/>
        <w:rPr>
          <w:rFonts w:eastAsia="Times New Roman"/>
        </w:rPr>
      </w:pP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attachedTemplate r:id="rId1"/>
  <w:defaultTabStop w:val="720"/>
  <w:noPunctuationKerning/>
  <w:characterSpacingControl w:val="doNotCompress"/>
  <w:compat/>
  <w:rsids>
    <w:rsidRoot w:val="00744899"/>
    <w:rsid w:val="00435CB0"/>
    <w:rsid w:val="00744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eastAsiaTheme="minorEastAsia" w:hAnsi="Tahoma" w:cs="Tahoma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11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9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8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7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1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6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66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69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3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9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1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3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7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26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34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47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3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7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8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30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97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2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63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06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6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DOCUME~1\KErdmann\LOCALS~1\Temp\fcctemp\images\CheckImage.gi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1263</Characters>
  <Application>Microsoft Office Word</Application>
  <DocSecurity>4</DocSecurity>
  <Lines>10</Lines>
  <Paragraphs>2</Paragraphs>
  <ScaleCrop>false</ScaleCrop>
  <Company>Kimberly Area School District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</dc:creator>
  <cp:keywords/>
  <dc:description/>
  <cp:lastModifiedBy>KErdmann</cp:lastModifiedBy>
  <cp:revision>2</cp:revision>
  <dcterms:created xsi:type="dcterms:W3CDTF">2010-01-25T19:22:00Z</dcterms:created>
  <dcterms:modified xsi:type="dcterms:W3CDTF">2010-01-25T19:22:00Z</dcterms:modified>
</cp:coreProperties>
</file>